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F0179E7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66B53">
        <w:rPr>
          <w:rFonts w:asciiTheme="minorHAnsi" w:hAnsiTheme="minorHAnsi" w:cs="Arial"/>
          <w:b/>
          <w:i/>
        </w:rPr>
        <w:t>5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4D20563F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0C30F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69CC70FC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CA6BA5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0C30F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E52D01F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OŚWIADCZENIE</w:t>
      </w:r>
    </w:p>
    <w:p w14:paraId="2A072595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</w:p>
    <w:p w14:paraId="6F398351" w14:textId="77777777" w:rsidR="00625B80" w:rsidRPr="00147978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Ja niżej podpisany/a, ………………………………………………………..</w:t>
      </w:r>
    </w:p>
    <w:p w14:paraId="0C6FB17E" w14:textId="77777777" w:rsidR="00625B80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reprezentujący/a: ……………………………………………………………..</w:t>
      </w:r>
    </w:p>
    <w:p w14:paraId="33F8D404" w14:textId="77777777" w:rsidR="00625B80" w:rsidRPr="0021180C" w:rsidRDefault="00625B80" w:rsidP="00625B80">
      <w:pPr>
        <w:spacing w:after="0" w:line="360" w:lineRule="auto"/>
        <w:jc w:val="both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oświadczam o braku powiązań z osobami prawnymi, podmiotami lub organami z siedzibą w Federacji Rosyjskiej oraz niepodleganiu wykluczeniu z otrzymania wsparcia w wyniku nałożenia sankcji wobec podmiotów i osób, które</w:t>
      </w:r>
      <w:r>
        <w:rPr>
          <w:rFonts w:asciiTheme="minorHAnsi" w:hAnsiTheme="minorHAnsi"/>
          <w:spacing w:val="-3"/>
        </w:rPr>
        <w:t xml:space="preserve">                           </w:t>
      </w:r>
      <w:r w:rsidRPr="0021180C">
        <w:rPr>
          <w:rFonts w:asciiTheme="minorHAnsi" w:hAnsiTheme="minorHAnsi"/>
          <w:spacing w:val="-3"/>
        </w:rPr>
        <w:t xml:space="preserve"> w bezpośredni lub pośredni sposób wspierają działania wojenne Federacji Rosyjskiej lub są za nie odpowiedzialne.</w:t>
      </w:r>
    </w:p>
    <w:p w14:paraId="6BEA5B7E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18C4D9E7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  <w:r w:rsidRPr="0020259A">
        <w:rPr>
          <w:rFonts w:asciiTheme="minorHAnsi" w:hAnsiTheme="minorHAnsi" w:cs="Arial"/>
          <w:color w:val="000000"/>
        </w:rPr>
        <w:t xml:space="preserve">Zgodnie z obowiązującą od 16 kwietnia 2022 roku ustawą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</w:t>
      </w:r>
      <w:r w:rsidRPr="0020259A">
        <w:rPr>
          <w:rFonts w:asciiTheme="minorHAnsi" w:hAnsiTheme="minorHAnsi" w:cs="Arial"/>
          <w:bCs/>
          <w:color w:val="000000"/>
        </w:rPr>
        <w:t>stosuje się sankcje polegające m.in. na wykluczeniu z postępowania o udzielenie zamówienia publicznego lub konkursu prowadzonego na podstawie ustawy z dnia 11 września 2019 r. – Prawo zamówień publicznych.</w:t>
      </w:r>
    </w:p>
    <w:p w14:paraId="52E82066" w14:textId="77777777" w:rsidR="00625B80" w:rsidRPr="0021180C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2E2FCCB6" w14:textId="77777777" w:rsidR="00625B80" w:rsidRPr="00A13185" w:rsidRDefault="00625B80" w:rsidP="00625B80">
      <w:pPr>
        <w:spacing w:after="0"/>
        <w:jc w:val="both"/>
        <w:rPr>
          <w:rFonts w:asciiTheme="minorHAnsi" w:hAnsiTheme="minorHAnsi"/>
          <w:spacing w:val="-3"/>
          <w:sz w:val="18"/>
          <w:szCs w:val="18"/>
        </w:rPr>
      </w:pPr>
      <w:r w:rsidRPr="00A13185">
        <w:rPr>
          <w:rFonts w:asciiTheme="minorHAnsi" w:hAnsiTheme="minorHAnsi"/>
          <w:spacing w:val="-3"/>
          <w:sz w:val="18"/>
          <w:szCs w:val="18"/>
        </w:rPr>
        <w:t>Podstawa prawna:</w:t>
      </w:r>
    </w:p>
    <w:p w14:paraId="7ACD2BEB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bookmarkStart w:id="0" w:name="_Hlk109658234"/>
      <w:bookmarkStart w:id="1" w:name="_Hlk109658049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(UE) nr 269/2014 </w:t>
      </w:r>
      <w:bookmarkEnd w:id="0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17 marca 2014 r. w sprawie środków ograniczających                                   w odniesieniu do działań podważających integralność terytorialną, suwerenność i niezależność Ukrainy lub im zagrażających (Dz. U. UE L 78 z 17.3.2014, str. 6,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2C1AD35A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(WE) nr 765/2006 </w:t>
      </w:r>
      <w:bookmarkEnd w:id="1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18 maja 2006 r. dotyczące środków ograniczających w związku z sytuacją na Białorusi i udziałem Białorusi w agresji Rosji wobec Ukrainy (Dz. U. UE L 134 z 20.5.2006, str. 1,               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1C2AFCA3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(UE) nr 833/2014 z dnia 31 lipca 2014 r. dotyczące środków ograniczających w związku                             z działaniami Rosji destabilizującymi sytuację na Ukrainie (Dz. U. UE L 229 z 31.07.2014, str. 1.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382AC3FE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Komunikat Komisji Europejskiej pn. Tymczasowe kryzysowe ramy środków pomocy państwa w celu wsparcia gospodarki po agresji Rosji wobec Ukrainy (Dz. U. UE C 131 z 24.3.2022 str. 1),</w:t>
      </w:r>
    </w:p>
    <w:p w14:paraId="5BADCBC0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ustawa z dnia 13 kwietnia 2022 r. </w:t>
      </w:r>
      <w:bookmarkStart w:id="2" w:name="_Hlk10963686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o szczególnych rozwiązaniach w zakresie przeciwdziałania wspieraniu agresji na Ukrainę oraz służących ochronie bezpieczeństwa narodowego </w:t>
      </w:r>
      <w:bookmarkEnd w:id="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(Dz. U. poz. 835), która weszła w życie 16 kwietnia 2022 r.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3AAC25F6" w14:textId="77777777" w:rsidR="00625B80" w:rsidRPr="0021180C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p w14:paraId="68B20009" w14:textId="38415822" w:rsidR="002F7E5B" w:rsidRPr="00D90060" w:rsidRDefault="0076082B" w:rsidP="00625B80">
      <w:pPr>
        <w:spacing w:line="259" w:lineRule="auto"/>
        <w:ind w:right="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98F65" w14:textId="77777777" w:rsidR="000718D1" w:rsidRDefault="000718D1">
      <w:r>
        <w:separator/>
      </w:r>
    </w:p>
  </w:endnote>
  <w:endnote w:type="continuationSeparator" w:id="0">
    <w:p w14:paraId="563136E0" w14:textId="77777777" w:rsidR="000718D1" w:rsidRDefault="00071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64449" w14:textId="77777777" w:rsidR="000718D1" w:rsidRDefault="000718D1">
      <w:r>
        <w:separator/>
      </w:r>
    </w:p>
  </w:footnote>
  <w:footnote w:type="continuationSeparator" w:id="0">
    <w:p w14:paraId="1E6A2508" w14:textId="77777777" w:rsidR="000718D1" w:rsidRDefault="00071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7"/>
  </w:num>
  <w:num w:numId="4" w16cid:durableId="102462951">
    <w:abstractNumId w:val="4"/>
  </w:num>
  <w:num w:numId="5" w16cid:durableId="1127702771">
    <w:abstractNumId w:val="8"/>
  </w:num>
  <w:num w:numId="6" w16cid:durableId="885023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18D1"/>
    <w:rsid w:val="00074059"/>
    <w:rsid w:val="00080D83"/>
    <w:rsid w:val="00082097"/>
    <w:rsid w:val="00091D25"/>
    <w:rsid w:val="00093DFE"/>
    <w:rsid w:val="000A7662"/>
    <w:rsid w:val="000B516D"/>
    <w:rsid w:val="000C30F8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40EF"/>
    <w:rsid w:val="00135E4C"/>
    <w:rsid w:val="00136FE6"/>
    <w:rsid w:val="001613EE"/>
    <w:rsid w:val="00167543"/>
    <w:rsid w:val="0016782B"/>
    <w:rsid w:val="00171089"/>
    <w:rsid w:val="00180FB7"/>
    <w:rsid w:val="00186CD4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90A02"/>
    <w:rsid w:val="002A1E6C"/>
    <w:rsid w:val="002B42AD"/>
    <w:rsid w:val="002C6347"/>
    <w:rsid w:val="002D3A26"/>
    <w:rsid w:val="002D61D1"/>
    <w:rsid w:val="002D675E"/>
    <w:rsid w:val="002E0205"/>
    <w:rsid w:val="002E1059"/>
    <w:rsid w:val="002E266C"/>
    <w:rsid w:val="002E4B81"/>
    <w:rsid w:val="002F1248"/>
    <w:rsid w:val="002F73C8"/>
    <w:rsid w:val="002F7E5B"/>
    <w:rsid w:val="00304A06"/>
    <w:rsid w:val="00305A78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413"/>
    <w:rsid w:val="00350E57"/>
    <w:rsid w:val="0035482A"/>
    <w:rsid w:val="003619F2"/>
    <w:rsid w:val="00363075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447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299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8ED"/>
    <w:rsid w:val="005D1B64"/>
    <w:rsid w:val="005F2B0E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55C5C"/>
    <w:rsid w:val="00660276"/>
    <w:rsid w:val="006611D6"/>
    <w:rsid w:val="00663E1E"/>
    <w:rsid w:val="00665085"/>
    <w:rsid w:val="00673D12"/>
    <w:rsid w:val="006755C3"/>
    <w:rsid w:val="00676BED"/>
    <w:rsid w:val="006852E3"/>
    <w:rsid w:val="0069621B"/>
    <w:rsid w:val="006A31A4"/>
    <w:rsid w:val="006D3109"/>
    <w:rsid w:val="006E3200"/>
    <w:rsid w:val="006F1FFD"/>
    <w:rsid w:val="006F209E"/>
    <w:rsid w:val="006F2470"/>
    <w:rsid w:val="00703A0C"/>
    <w:rsid w:val="00703EEA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5378"/>
    <w:rsid w:val="007A6058"/>
    <w:rsid w:val="007B2500"/>
    <w:rsid w:val="007D61D6"/>
    <w:rsid w:val="007D7F8A"/>
    <w:rsid w:val="007E03BE"/>
    <w:rsid w:val="007E0B76"/>
    <w:rsid w:val="007E1B19"/>
    <w:rsid w:val="007E6CF0"/>
    <w:rsid w:val="007F1152"/>
    <w:rsid w:val="007F3623"/>
    <w:rsid w:val="00801A7B"/>
    <w:rsid w:val="008164DB"/>
    <w:rsid w:val="008228B2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102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052DA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5727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0790"/>
    <w:rsid w:val="00BC363C"/>
    <w:rsid w:val="00BC4D97"/>
    <w:rsid w:val="00BC4F8E"/>
    <w:rsid w:val="00BD0D33"/>
    <w:rsid w:val="00BD197B"/>
    <w:rsid w:val="00BD19CB"/>
    <w:rsid w:val="00BE6B4B"/>
    <w:rsid w:val="00BE78C6"/>
    <w:rsid w:val="00BF2830"/>
    <w:rsid w:val="00BF5012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A6BA5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5E6"/>
    <w:rsid w:val="00DB6904"/>
    <w:rsid w:val="00DC733E"/>
    <w:rsid w:val="00DE15D5"/>
    <w:rsid w:val="00DF3D70"/>
    <w:rsid w:val="00DF49D8"/>
    <w:rsid w:val="00DF57BE"/>
    <w:rsid w:val="00E0218E"/>
    <w:rsid w:val="00E06500"/>
    <w:rsid w:val="00E1285F"/>
    <w:rsid w:val="00E15143"/>
    <w:rsid w:val="00E15336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AC1"/>
    <w:rsid w:val="00FC0E61"/>
    <w:rsid w:val="00FC4DC0"/>
    <w:rsid w:val="00FC4EFF"/>
    <w:rsid w:val="00FC5821"/>
    <w:rsid w:val="00FE4BD8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2025-07-07T20:04:00Z</dcterms:created>
  <dcterms:modified xsi:type="dcterms:W3CDTF">2025-07-07T20:04:00Z</dcterms:modified>
</cp:coreProperties>
</file>